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095CEFA0" w:rsidR="00371A7B" w:rsidRDefault="00B953D1" w:rsidP="0002730F">
                <w:pPr>
                  <w:pStyle w:val="Adressaat"/>
                </w:pPr>
                <w:r>
                  <w:t>Bert Holm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485645FF" w:rsidR="00371A7B" w:rsidRDefault="00B953D1" w:rsidP="0002730F">
                <w:pPr>
                  <w:pStyle w:val="Adressaat"/>
                </w:pPr>
                <w:r>
                  <w:t>RMK looduskaitseosakond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4E903991" w:rsidR="003B2A9C" w:rsidRPr="00BF4D7C" w:rsidRDefault="00B953D1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bert.holm@rmk.ee</w:t>
                </w:r>
              </w:p>
            </w:sdtContent>
          </w:sdt>
        </w:tc>
        <w:tc>
          <w:tcPr>
            <w:tcW w:w="4536" w:type="dxa"/>
          </w:tcPr>
          <w:p w14:paraId="55942A07" w14:textId="3BCE6006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4-03-1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5B2742">
                  <w:t>18</w:t>
                </w:r>
                <w:r w:rsidR="00B953D1">
                  <w:t>.0</w:t>
                </w:r>
                <w:r w:rsidR="005B2742">
                  <w:t>3</w:t>
                </w:r>
                <w:r w:rsidR="00B953D1">
                  <w:t>.2024</w:t>
                </w:r>
              </w:sdtContent>
            </w:sdt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07D467EE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 w:fullDate="2024-04-01T15:17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77113">
                  <w:t>01.04.2024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CA4420">
                  <w:t>7-11/24/5324-2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2CDB83AC" w:rsidR="00BC1A62" w:rsidRPr="00835858" w:rsidRDefault="00E77113" w:rsidP="00035464">
          <w:pPr>
            <w:pStyle w:val="Pealkiri1"/>
            <w:ind w:right="4251"/>
          </w:pPr>
          <w:r>
            <w:t>Looduskaitsetöö lähteülesande kooskõlastus (ID 2350, trassiraie Kuressaare metskond 84)</w:t>
          </w:r>
        </w:p>
      </w:sdtContent>
    </w:sdt>
    <w:p w14:paraId="55942A0D" w14:textId="2F39B554" w:rsidR="00A13FDE" w:rsidRDefault="00262E94" w:rsidP="005A728D">
      <w:pPr>
        <w:pStyle w:val="Snum"/>
      </w:pPr>
      <w:r>
        <w:t xml:space="preserve">Austatud </w:t>
      </w:r>
      <w:r w:rsidR="00B953D1">
        <w:t>Bert Holm</w:t>
      </w:r>
      <w:r w:rsidR="00432E04">
        <w:t xml:space="preserve"> </w:t>
      </w:r>
    </w:p>
    <w:p w14:paraId="55942A0E" w14:textId="77777777" w:rsidR="00A13FDE" w:rsidRDefault="00A13FDE" w:rsidP="005A728D">
      <w:pPr>
        <w:pStyle w:val="Snum"/>
      </w:pPr>
    </w:p>
    <w:p w14:paraId="55942A0F" w14:textId="77777777" w:rsidR="00A13FDE" w:rsidRDefault="00A13FDE" w:rsidP="005A728D">
      <w:pPr>
        <w:pStyle w:val="Snum"/>
      </w:pPr>
    </w:p>
    <w:p w14:paraId="2D396D04" w14:textId="268520ED" w:rsidR="008913C9" w:rsidRPr="00760D0B" w:rsidRDefault="008913C9" w:rsidP="001044EC">
      <w:pPr>
        <w:pStyle w:val="Snum"/>
      </w:pPr>
      <w:r>
        <w:t>E</w:t>
      </w:r>
      <w:r w:rsidR="00427425">
        <w:t>sitasite</w:t>
      </w:r>
      <w:r>
        <w:t xml:space="preserve"> Keskkonnaametile </w:t>
      </w:r>
      <w:r w:rsidR="00427425">
        <w:t xml:space="preserve">kooskõlastamiseks looduskaitsetöö lähteülesande (ID 2350) </w:t>
      </w:r>
      <w:r w:rsidR="007B7B70">
        <w:t xml:space="preserve">ca </w:t>
      </w:r>
      <w:r w:rsidR="00427425">
        <w:t xml:space="preserve">0,09 </w:t>
      </w:r>
      <w:r w:rsidR="00427425" w:rsidRPr="00760D0B">
        <w:t xml:space="preserve">ha suuruse </w:t>
      </w:r>
      <w:r w:rsidR="00803062" w:rsidRPr="00760D0B">
        <w:t>tehnika liikumist võimaldava trassi raiumiseks</w:t>
      </w:r>
      <w:r w:rsidR="007B7B70">
        <w:t xml:space="preserve"> </w:t>
      </w:r>
      <w:r w:rsidR="007B7B70" w:rsidRPr="007B7B70">
        <w:t>(peamiselt raiutakse noori puid ja põõsaid)</w:t>
      </w:r>
      <w:r w:rsidR="007B7B70">
        <w:t xml:space="preserve">. Tööobjekt asub Kaarma hoiualal Kuressaare metskond 84 maaüksusel </w:t>
      </w:r>
      <w:r w:rsidR="00E76D57">
        <w:t xml:space="preserve"> (</w:t>
      </w:r>
      <w:r w:rsidR="00E76D57" w:rsidRPr="00E76D57">
        <w:t>27001:003:0044</w:t>
      </w:r>
      <w:r w:rsidR="00E76D57">
        <w:t>)</w:t>
      </w:r>
      <w:r w:rsidR="007B7B70">
        <w:t>.</w:t>
      </w:r>
      <w:r w:rsidR="00803062" w:rsidRPr="00760D0B">
        <w:t xml:space="preserve"> </w:t>
      </w:r>
    </w:p>
    <w:p w14:paraId="6CBE78FF" w14:textId="77777777" w:rsidR="00F66730" w:rsidRDefault="00F66730" w:rsidP="001044EC">
      <w:pPr>
        <w:pStyle w:val="Snum"/>
        <w:rPr>
          <w:rFonts w:eastAsia="Times New Roman"/>
        </w:rPr>
      </w:pPr>
    </w:p>
    <w:p w14:paraId="0760DCCB" w14:textId="499780ED" w:rsidR="00C35DC6" w:rsidRDefault="00C35DC6" w:rsidP="001044EC">
      <w:pPr>
        <w:pStyle w:val="Snum"/>
        <w:rPr>
          <w:rFonts w:eastAsia="Times New Roman"/>
        </w:rPr>
      </w:pPr>
      <w:r>
        <w:rPr>
          <w:rFonts w:eastAsia="Times New Roman"/>
        </w:rPr>
        <w:t>Seoses WoodmeadowLIFE taastamistega Pihla kinnistul (</w:t>
      </w:r>
      <w:r w:rsidRPr="00C35DC6">
        <w:rPr>
          <w:rFonts w:eastAsia="Times New Roman"/>
        </w:rPr>
        <w:t>27001:003:0249</w:t>
      </w:r>
      <w:r>
        <w:rPr>
          <w:rFonts w:eastAsia="Times New Roman"/>
        </w:rPr>
        <w:t>)</w:t>
      </w:r>
      <w:r w:rsidR="00643271">
        <w:rPr>
          <w:rFonts w:eastAsia="Times New Roman"/>
        </w:rPr>
        <w:t>, mis on taastamisalade tervikust eraldi</w:t>
      </w:r>
      <w:r>
        <w:rPr>
          <w:rFonts w:eastAsia="Times New Roman"/>
        </w:rPr>
        <w:t xml:space="preserve">, on taastamistega seotud tööde jaoks tarvis ületada riigimaad, eelkõige vältimaks ida poolsete alade hästi välja kujunenud rohukamaraga alade kahjustumist ning seoses </w:t>
      </w:r>
      <w:r w:rsidR="00801C07">
        <w:rPr>
          <w:rFonts w:eastAsia="Times New Roman"/>
        </w:rPr>
        <w:t>puidu ladustamisega</w:t>
      </w:r>
      <w:r w:rsidR="001044EC">
        <w:rPr>
          <w:rFonts w:eastAsia="Times New Roman"/>
        </w:rPr>
        <w:t xml:space="preserve"> seotud logistiliste probleemide vältimiseks.</w:t>
      </w:r>
    </w:p>
    <w:p w14:paraId="5011EF8E" w14:textId="77777777" w:rsidR="00C35DC6" w:rsidRDefault="00C35DC6" w:rsidP="001044EC">
      <w:pPr>
        <w:pStyle w:val="Snum"/>
        <w:rPr>
          <w:rFonts w:eastAsia="Times New Roman"/>
        </w:rPr>
      </w:pPr>
    </w:p>
    <w:p w14:paraId="02B87D2C" w14:textId="29C05B4D" w:rsidR="005B2742" w:rsidRDefault="007B7B70" w:rsidP="001044EC">
      <w:pPr>
        <w:pStyle w:val="Snum"/>
        <w:rPr>
          <w:rFonts w:eastAsia="Times New Roman"/>
        </w:rPr>
      </w:pPr>
      <w:r w:rsidRPr="00F66730">
        <w:rPr>
          <w:rFonts w:eastAsia="Times New Roman"/>
        </w:rPr>
        <w:t xml:space="preserve">Riigimaal olevale pärandniidule sisse raiutav trass tuleb loogeline ning suuremate puude raiumine on keelatud. </w:t>
      </w:r>
      <w:bookmarkStart w:id="0" w:name="_Hlk162859460"/>
      <w:r>
        <w:rPr>
          <w:rFonts w:eastAsia="Times New Roman"/>
        </w:rPr>
        <w:t>Trassiraie tule</w:t>
      </w:r>
      <w:r w:rsidR="00BF49F0">
        <w:rPr>
          <w:rFonts w:eastAsia="Times New Roman"/>
        </w:rPr>
        <w:t>b teostada sobivate ilmaoludega</w:t>
      </w:r>
      <w:r>
        <w:rPr>
          <w:rFonts w:eastAsia="Times New Roman"/>
        </w:rPr>
        <w:t xml:space="preserve">, </w:t>
      </w:r>
      <w:r w:rsidR="00BF49F0">
        <w:rPr>
          <w:rFonts w:eastAsia="Times New Roman"/>
        </w:rPr>
        <w:t>vältimaks ning minimeerimaks pinnase kahjustusi.</w:t>
      </w:r>
      <w:r w:rsidR="00801C07">
        <w:rPr>
          <w:rFonts w:eastAsia="Times New Roman"/>
        </w:rPr>
        <w:t xml:space="preserve"> </w:t>
      </w:r>
      <w:r w:rsidR="00801C07" w:rsidRPr="00F66730">
        <w:rPr>
          <w:rFonts w:eastAsia="Times New Roman"/>
        </w:rPr>
        <w:t>Raiutakse ainult väiksemat võsa ning väiksemaid puid, minimeerimaks raiega tekkivat negatiivset mõju.</w:t>
      </w:r>
    </w:p>
    <w:bookmarkEnd w:id="0"/>
    <w:p w14:paraId="509FFC29" w14:textId="77777777" w:rsidR="007B7B70" w:rsidRDefault="007B7B70" w:rsidP="001044EC">
      <w:pPr>
        <w:pStyle w:val="Snum"/>
        <w:rPr>
          <w:rFonts w:eastAsia="Times New Roman"/>
        </w:rPr>
      </w:pPr>
    </w:p>
    <w:p w14:paraId="619EFA6C" w14:textId="07EADE3B" w:rsidR="005B2742" w:rsidRPr="005B2742" w:rsidRDefault="005B2742" w:rsidP="001044EC">
      <w:pPr>
        <w:pStyle w:val="Snum"/>
        <w:rPr>
          <w:rFonts w:eastAsia="Times New Roman"/>
        </w:rPr>
      </w:pPr>
      <w:r>
        <w:t>Arvestades Teie poolt lähteülesandes esitatud tingimusi kooskõlastame looduskaitsetöö lähteülesande tööobjektile ID 2350.</w:t>
      </w:r>
    </w:p>
    <w:p w14:paraId="27F28C11" w14:textId="77777777" w:rsidR="004A60AE" w:rsidRPr="00760D0B" w:rsidRDefault="004A60AE" w:rsidP="00F66730">
      <w:pPr>
        <w:pStyle w:val="Snum"/>
        <w:rPr>
          <w:rFonts w:cs="Times New Roman"/>
        </w:rPr>
      </w:pPr>
    </w:p>
    <w:p w14:paraId="55942A19" w14:textId="77777777" w:rsidR="00432E04" w:rsidRDefault="00432E04" w:rsidP="00F66730">
      <w:pPr>
        <w:pStyle w:val="Snum"/>
      </w:pPr>
    </w:p>
    <w:p w14:paraId="55942A1B" w14:textId="24B3A46F" w:rsidR="00A13FDE" w:rsidRDefault="00A13FDE" w:rsidP="00F66730">
      <w:pPr>
        <w:pStyle w:val="Snum"/>
      </w:pPr>
      <w:r>
        <w:t>Lugupidamisega</w:t>
      </w:r>
    </w:p>
    <w:p w14:paraId="55942A1C" w14:textId="77777777" w:rsidR="00A13FDE" w:rsidRDefault="00A13FDE" w:rsidP="005A728D">
      <w:pPr>
        <w:pStyle w:val="Snum"/>
      </w:pPr>
    </w:p>
    <w:p w14:paraId="55942A1E" w14:textId="10B7F506" w:rsidR="00262E94" w:rsidRDefault="00A13FDE" w:rsidP="005A728D">
      <w:pPr>
        <w:pStyle w:val="Snum"/>
      </w:pPr>
      <w:r w:rsidRPr="005A728D">
        <w:t>(</w:t>
      </w:r>
      <w:r w:rsidR="00432E04" w:rsidRPr="005A728D">
        <w:t>allkir</w:t>
      </w:r>
      <w:r w:rsidR="00EC028D" w:rsidRPr="005A728D">
        <w:t>jastatud digitaalselt</w:t>
      </w:r>
      <w:r w:rsidRPr="005A728D">
        <w:t>)</w:t>
      </w:r>
    </w:p>
    <w:sdt>
      <w:sdtPr>
        <w:alias w:val="Allkirjastaja"/>
        <w:tag w:val="Allkirjastaja"/>
        <w:id w:val="-1614584461"/>
        <w:placeholder>
          <w:docPart w:val="2F92D0E5E368432FBAB3FA70ED081CF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4482948D" w14:textId="34697DF7" w:rsidR="002D64AB" w:rsidRDefault="00B953D1" w:rsidP="005A728D">
          <w:pPr>
            <w:pStyle w:val="Snum"/>
          </w:pPr>
          <w:r>
            <w:t>Gunnar Sein</w:t>
          </w:r>
        </w:p>
      </w:sdtContent>
    </w:sdt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29FCD5C1" w:rsidR="002D64AB" w:rsidRDefault="00B953D1" w:rsidP="005A728D">
          <w:pPr>
            <w:pStyle w:val="Snum"/>
          </w:pPr>
          <w:r>
            <w:t>juhataja</w:t>
          </w:r>
        </w:p>
      </w:sdtContent>
    </w:sdt>
    <w:p w14:paraId="55942A21" w14:textId="24BA8ADE" w:rsidR="00432E04" w:rsidRDefault="00B953D1" w:rsidP="005A728D">
      <w:pPr>
        <w:pStyle w:val="Snum"/>
      </w:pPr>
      <w:r>
        <w:t>maahoolduse büroo</w:t>
      </w:r>
    </w:p>
    <w:p w14:paraId="23057680" w14:textId="77777777" w:rsidR="00F66730" w:rsidRDefault="00F66730">
      <w:pPr>
        <w:widowControl/>
        <w:suppressAutoHyphens w:val="0"/>
        <w:spacing w:line="240" w:lineRule="auto"/>
        <w:jc w:val="left"/>
        <w:rPr>
          <w:rFonts w:cs="Mangal"/>
        </w:rPr>
      </w:pPr>
    </w:p>
    <w:p w14:paraId="465A800A" w14:textId="77777777" w:rsidR="00F66730" w:rsidRDefault="00F66730">
      <w:pPr>
        <w:widowControl/>
        <w:suppressAutoHyphens w:val="0"/>
        <w:spacing w:line="240" w:lineRule="auto"/>
        <w:jc w:val="left"/>
        <w:rPr>
          <w:rFonts w:cs="Mangal"/>
        </w:rPr>
      </w:pPr>
    </w:p>
    <w:p w14:paraId="1D7E8F9D" w14:textId="77777777" w:rsidR="00F66730" w:rsidRDefault="00F66730">
      <w:pPr>
        <w:widowControl/>
        <w:suppressAutoHyphens w:val="0"/>
        <w:spacing w:line="240" w:lineRule="auto"/>
        <w:jc w:val="left"/>
        <w:rPr>
          <w:rFonts w:cs="Mangal"/>
        </w:rPr>
      </w:pPr>
    </w:p>
    <w:p w14:paraId="55942A2D" w14:textId="77777777" w:rsidR="00432E04" w:rsidRDefault="00432E04" w:rsidP="005A728D">
      <w:pPr>
        <w:pStyle w:val="Snum"/>
      </w:pPr>
    </w:p>
    <w:p w14:paraId="55942A2E" w14:textId="053726C3" w:rsidR="00A13FDE" w:rsidRDefault="00CA4420" w:rsidP="005A728D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B953D1">
            <w:t>Grete Jõgi</w:t>
          </w:r>
        </w:sdtContent>
      </w:sdt>
      <w:r w:rsidR="002D64AB">
        <w:t xml:space="preserve"> </w:t>
      </w:r>
      <w:r w:rsidR="00B953D1">
        <w:t>564 55786</w:t>
      </w:r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2C7E3904" w14:textId="3C31E002" w:rsidR="00E01221" w:rsidRPr="00BD078E" w:rsidRDefault="00B953D1" w:rsidP="005A728D">
          <w:pPr>
            <w:pStyle w:val="Snum"/>
          </w:pPr>
          <w:r>
            <w:t>grete.jogi@keskkonnaamet.ee</w:t>
          </w:r>
        </w:p>
      </w:sdtContent>
    </w:sdt>
    <w:sectPr w:rsidR="00E01221" w:rsidRPr="00BD078E" w:rsidSect="00EC028D">
      <w:footerReference w:type="default" r:id="rId12"/>
      <w:footerReference w:type="first" r:id="rId13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60864"/>
    <w:multiLevelType w:val="hybridMultilevel"/>
    <w:tmpl w:val="5188686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0267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044EC"/>
    <w:rsid w:val="00110212"/>
    <w:rsid w:val="00124999"/>
    <w:rsid w:val="001523BD"/>
    <w:rsid w:val="001A3584"/>
    <w:rsid w:val="001A7D04"/>
    <w:rsid w:val="001C2112"/>
    <w:rsid w:val="001D4CFB"/>
    <w:rsid w:val="001E286A"/>
    <w:rsid w:val="002008A2"/>
    <w:rsid w:val="00224A29"/>
    <w:rsid w:val="00227A79"/>
    <w:rsid w:val="00232518"/>
    <w:rsid w:val="00262E94"/>
    <w:rsid w:val="00276247"/>
    <w:rsid w:val="002835BB"/>
    <w:rsid w:val="00293449"/>
    <w:rsid w:val="002D64AB"/>
    <w:rsid w:val="002F254F"/>
    <w:rsid w:val="00314B29"/>
    <w:rsid w:val="0034404F"/>
    <w:rsid w:val="0034719C"/>
    <w:rsid w:val="00354059"/>
    <w:rsid w:val="00371A7B"/>
    <w:rsid w:val="00394DCB"/>
    <w:rsid w:val="003B2A9C"/>
    <w:rsid w:val="003F3404"/>
    <w:rsid w:val="00402EC8"/>
    <w:rsid w:val="00427425"/>
    <w:rsid w:val="00432E04"/>
    <w:rsid w:val="00435A13"/>
    <w:rsid w:val="0044084D"/>
    <w:rsid w:val="00455C04"/>
    <w:rsid w:val="004A60AE"/>
    <w:rsid w:val="004B785D"/>
    <w:rsid w:val="004C1391"/>
    <w:rsid w:val="00546204"/>
    <w:rsid w:val="00551E24"/>
    <w:rsid w:val="00557534"/>
    <w:rsid w:val="00560A92"/>
    <w:rsid w:val="00564569"/>
    <w:rsid w:val="0057242A"/>
    <w:rsid w:val="005A728D"/>
    <w:rsid w:val="005B2742"/>
    <w:rsid w:val="005B5CE1"/>
    <w:rsid w:val="005E3AED"/>
    <w:rsid w:val="005E45BB"/>
    <w:rsid w:val="005E7E54"/>
    <w:rsid w:val="005F316C"/>
    <w:rsid w:val="00602834"/>
    <w:rsid w:val="006151D9"/>
    <w:rsid w:val="00643271"/>
    <w:rsid w:val="0065498C"/>
    <w:rsid w:val="00680609"/>
    <w:rsid w:val="00686A7C"/>
    <w:rsid w:val="006942A2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60D0B"/>
    <w:rsid w:val="007A1DE8"/>
    <w:rsid w:val="007B7B70"/>
    <w:rsid w:val="007D54FC"/>
    <w:rsid w:val="00801AED"/>
    <w:rsid w:val="00801C07"/>
    <w:rsid w:val="00803062"/>
    <w:rsid w:val="00835858"/>
    <w:rsid w:val="008913C9"/>
    <w:rsid w:val="008919F2"/>
    <w:rsid w:val="008B041F"/>
    <w:rsid w:val="008D4634"/>
    <w:rsid w:val="008F0B50"/>
    <w:rsid w:val="0091786B"/>
    <w:rsid w:val="00922CF3"/>
    <w:rsid w:val="009370A4"/>
    <w:rsid w:val="009A3A7C"/>
    <w:rsid w:val="009D7151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9503E"/>
    <w:rsid w:val="00B953D1"/>
    <w:rsid w:val="00BB0136"/>
    <w:rsid w:val="00BC1A62"/>
    <w:rsid w:val="00BD078E"/>
    <w:rsid w:val="00BD3CCF"/>
    <w:rsid w:val="00BD4CC9"/>
    <w:rsid w:val="00BE0CC9"/>
    <w:rsid w:val="00BE7AFC"/>
    <w:rsid w:val="00BF49F0"/>
    <w:rsid w:val="00BF4D7C"/>
    <w:rsid w:val="00C24F66"/>
    <w:rsid w:val="00C27B07"/>
    <w:rsid w:val="00C35DC6"/>
    <w:rsid w:val="00C41FC5"/>
    <w:rsid w:val="00C757BB"/>
    <w:rsid w:val="00C83346"/>
    <w:rsid w:val="00CA15C5"/>
    <w:rsid w:val="00CA4420"/>
    <w:rsid w:val="00CA460C"/>
    <w:rsid w:val="00CA583B"/>
    <w:rsid w:val="00CA5F0B"/>
    <w:rsid w:val="00CF2B77"/>
    <w:rsid w:val="00CF4303"/>
    <w:rsid w:val="00D346E5"/>
    <w:rsid w:val="00D40650"/>
    <w:rsid w:val="00D41BB2"/>
    <w:rsid w:val="00D7348B"/>
    <w:rsid w:val="00D7600D"/>
    <w:rsid w:val="00D76838"/>
    <w:rsid w:val="00DF44DF"/>
    <w:rsid w:val="00DF6F9A"/>
    <w:rsid w:val="00E01221"/>
    <w:rsid w:val="00E023F6"/>
    <w:rsid w:val="00E03DBB"/>
    <w:rsid w:val="00E663AE"/>
    <w:rsid w:val="00E76D57"/>
    <w:rsid w:val="00E77113"/>
    <w:rsid w:val="00EB5214"/>
    <w:rsid w:val="00EC028D"/>
    <w:rsid w:val="00F3446C"/>
    <w:rsid w:val="00F66730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styleId="Loendilik">
    <w:name w:val="List Paragraph"/>
    <w:basedOn w:val="Normaallaad"/>
    <w:uiPriority w:val="34"/>
    <w:qFormat/>
    <w:rsid w:val="00760D0B"/>
    <w:pPr>
      <w:widowControl/>
      <w:suppressAutoHyphens w:val="0"/>
      <w:spacing w:line="240" w:lineRule="auto"/>
      <w:ind w:left="720"/>
      <w:jc w:val="left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7B7B7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B7B70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B7B70"/>
    <w:rPr>
      <w:rFonts w:eastAsia="SimSun" w:cs="Mangal"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F92D0E5E368432FBAB3FA70ED081C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2BE7606-6399-4877-AF41-328CC70F94D2}"/>
      </w:docPartPr>
      <w:docPartBody>
        <w:p w:rsidR="00055276" w:rsidRDefault="005A4EB7">
          <w:r w:rsidRPr="007960F0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55276"/>
    <w:rsid w:val="0049790E"/>
    <w:rsid w:val="005A4EB7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>
  <documentManagement xmlns:xsi="http://www.w3.org/2001/XMLSchema-instance">
    <RMUniqueID xmlns="4f28efae-2a20-4782-b43d-2717bdd273fa">c2fc3929-eba0-4168-b92e-7e89a6eca440</RMUniqueID>
    <RMTitle xmlns="4f28efae-2a20-4782-b43d-2717bdd273fa"/>
    <RMRegistrationDate xmlns="4f28efae-2a20-4782-b43d-2717bdd273fa">2024-04-02T05:31:47.8712228Z</RMRegistrationDate>
    <RMReferenceCode xmlns="4f28efae-2a20-4782-b43d-2717bdd273fa">7-11/24/5324-2</RMReferenceCode>
    <RMFolderChain xmlns="4f28efae-2a20-4782-b43d-2717bdd273fa" xsi:nil="true"/>
    <ContactId xmlns="4f28efae-2a20-4782-b43d-2717bdd273fa" xsi:nil="true"/>
    <Asutus xmlns="4f28efae-2a20-4782-b43d-2717bdd273fa">RMK looduskaitseosakond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2024-03-18T00:00:00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Grete Jõgi</Koostaja>
    <Koostaja_x0020_telefon xmlns="4f28efae-2a20-4782-b43d-2717bdd273fa" xsi:nil="true"/>
    <Koostaja_x0020_e-post xmlns="4f28efae-2a20-4782-b43d-2717bdd273fa">grete.jogi@keskkonnaamet.ee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Grete Jõgi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1D1AD-509B-40CE-903D-086D51302F65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4f28efae-2a20-4782-b43d-2717bdd273f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4.xml><?xml version="1.0" encoding="utf-8"?>
<ds:datastoreItem xmlns:ds="http://schemas.openxmlformats.org/officeDocument/2006/customXml" ds:itemID="{93B7F757-79EC-43DE-9F55-84EC61F9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92</TotalTime>
  <Pages>1</Pages>
  <Words>153</Words>
  <Characters>1284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Looduskaitsetöö lähteülesande kooskõlastus (ID 2350, Kaarma hoiuala)</vt:lpstr>
      <vt:lpstr>Looduskaitsetöö lähteülesande kooskõlastus (ID 2350, Kaarma)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Looduskaitsetöö lähteülesande kooskõlastus (ID 2350, trassiraie Kuressaare metskond 84)</dc:title>
  <dc:subject/>
  <dc:creator>Grete Jõgi</dc:creator>
  <dc:description/>
  <cp:lastModifiedBy>Gunnar Sein</cp:lastModifiedBy>
  <cp:revision>6</cp:revision>
  <cp:lastPrinted>2014-04-03T11:06:00Z</cp:lastPrinted>
  <dcterms:created xsi:type="dcterms:W3CDTF">2024-03-31T16:29:00Z</dcterms:created>
  <dcterms:modified xsi:type="dcterms:W3CDTF">2024-04-01T14:03:00Z</dcterms:modified>
</cp:coreProperties>
</file>